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B3E0D4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r w:rsidR="008400F1" w:rsidRPr="00BC7927">
        <w:rPr>
          <w:rFonts w:ascii="Verdana" w:hAnsi="Verdana"/>
          <w:b/>
        </w:rPr>
        <w:t>„</w:t>
      </w:r>
      <w:bookmarkEnd w:id="1"/>
      <w:r w:rsidR="008400F1" w:rsidRPr="00BC7927">
        <w:rPr>
          <w:rFonts w:ascii="Verdana" w:hAnsi="Verdana"/>
          <w:b/>
        </w:rPr>
        <w:t xml:space="preserve">Oprava přejezdového zabezpečovacího zařízení P6504 v km 250,404 v úseku Studénka – Jistebník“ </w:t>
      </w:r>
      <w:r w:rsidR="008400F1" w:rsidRPr="00BC7927">
        <w:rPr>
          <w:rFonts w:ascii="Verdana" w:hAnsi="Verdana"/>
        </w:rPr>
        <w:t>č.j. 31699/2025-SŽ-OŘ OVA-NPI</w:t>
      </w:r>
      <w:r w:rsidR="008400F1" w:rsidRPr="004E3BAD">
        <w:rPr>
          <w:rFonts w:ascii="Verdana" w:hAnsi="Verdana"/>
        </w:rPr>
        <w:t xml:space="preserve"> </w:t>
      </w:r>
      <w:r w:rsidR="00335148" w:rsidRPr="004E3BAD">
        <w:rPr>
          <w:rFonts w:ascii="Verdana" w:hAnsi="Verdana"/>
        </w:rPr>
        <w:t>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8400F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8400F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8400F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B019C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400F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153C3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A1395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9153C3"/>
    <w:rsid w:val="009A1395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482</Words>
  <Characters>2847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Pravda Barbora, Mgr.</cp:lastModifiedBy>
  <cp:revision>11</cp:revision>
  <cp:lastPrinted>2017-11-28T17:18:00Z</cp:lastPrinted>
  <dcterms:created xsi:type="dcterms:W3CDTF">2023-11-16T10:29:00Z</dcterms:created>
  <dcterms:modified xsi:type="dcterms:W3CDTF">2025-08-11T11:59:00Z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